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8DD4" w14:textId="64DB46C9" w:rsidR="004B32E4" w:rsidRPr="0028124E" w:rsidRDefault="004B32E4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28124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83704">
        <w:rPr>
          <w:rFonts w:ascii="Cambria" w:hAnsi="Cambria" w:cs="Arial"/>
          <w:b/>
          <w:bCs/>
          <w:sz w:val="22"/>
          <w:szCs w:val="22"/>
        </w:rPr>
        <w:t>2</w:t>
      </w:r>
      <w:r w:rsidR="00DC3D8F">
        <w:rPr>
          <w:rFonts w:ascii="Cambria" w:hAnsi="Cambria" w:cs="Arial"/>
          <w:b/>
          <w:bCs/>
          <w:sz w:val="22"/>
          <w:szCs w:val="22"/>
        </w:rPr>
        <w:t>.1</w:t>
      </w:r>
      <w:r w:rsidR="0098370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14FE9">
        <w:rPr>
          <w:rFonts w:ascii="Cambria" w:hAnsi="Cambria" w:cs="Arial"/>
          <w:b/>
          <w:bCs/>
          <w:sz w:val="22"/>
          <w:szCs w:val="22"/>
        </w:rPr>
        <w:t>do S</w:t>
      </w:r>
      <w:r w:rsidRPr="0028124E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128ACA12" w14:textId="77777777" w:rsidR="00F54C8D" w:rsidRDefault="00F54C8D" w:rsidP="00AD23E6">
      <w:pPr>
        <w:spacing w:before="120" w:after="120"/>
        <w:jc w:val="center"/>
        <w:rPr>
          <w:rFonts w:cs="Arial"/>
          <w:b/>
          <w:caps/>
          <w:sz w:val="20"/>
          <w:szCs w:val="20"/>
          <w:lang w:eastAsia="en-GB"/>
        </w:rPr>
      </w:pPr>
    </w:p>
    <w:p w14:paraId="7176D606" w14:textId="77777777" w:rsidR="00AD23E6" w:rsidRPr="00AD23E6" w:rsidRDefault="00AD23E6" w:rsidP="00AD23E6">
      <w:pPr>
        <w:spacing w:before="120" w:after="120"/>
        <w:jc w:val="center"/>
        <w:rPr>
          <w:rFonts w:cs="Arial"/>
          <w:b/>
          <w:caps/>
          <w:sz w:val="20"/>
          <w:szCs w:val="20"/>
          <w:lang w:eastAsia="en-GB"/>
        </w:rPr>
      </w:pPr>
      <w:r w:rsidRPr="00AD23E6">
        <w:rPr>
          <w:rFonts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76FD9AF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A2DE5A4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w w:val="0"/>
          <w:sz w:val="20"/>
          <w:szCs w:val="20"/>
          <w:lang w:eastAsia="en-GB"/>
        </w:rPr>
        <w:t xml:space="preserve"> </w:t>
      </w:r>
      <w:r w:rsidRPr="00AD23E6">
        <w:rPr>
          <w:rFonts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D23E6">
        <w:rPr>
          <w:rFonts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AD23E6">
        <w:rPr>
          <w:rFonts w:cs="Arial"/>
          <w:b/>
          <w:i/>
          <w:w w:val="0"/>
          <w:sz w:val="20"/>
          <w:szCs w:val="20"/>
          <w:lang w:eastAsia="en-GB"/>
        </w:rPr>
        <w:t>.</w:t>
      </w: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 </w:t>
      </w:r>
      <w:r w:rsidRPr="00AD23E6">
        <w:rPr>
          <w:rFonts w:cs="Arial"/>
          <w:b/>
          <w:sz w:val="20"/>
          <w:szCs w:val="20"/>
          <w:lang w:eastAsia="en-GB"/>
        </w:rPr>
        <w:t>Adres publikacyjny stosownego ogłoszenia</w:t>
      </w:r>
      <w:r w:rsidRPr="00AD23E6">
        <w:rPr>
          <w:rFonts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AD23E6">
        <w:rPr>
          <w:rFonts w:cs="Arial"/>
          <w:b/>
          <w:sz w:val="20"/>
          <w:szCs w:val="20"/>
          <w:lang w:eastAsia="en-GB"/>
        </w:rPr>
        <w:t xml:space="preserve"> w Dzienniku Urzędowym Unii Europejskiej:</w:t>
      </w:r>
    </w:p>
    <w:p w14:paraId="4DCFB98A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 xml:space="preserve">Dz.U. UE S numer [], data [], strona [], </w:t>
      </w:r>
    </w:p>
    <w:p w14:paraId="350DD1CE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Numer ogłoszenia w Dz.U. S: [ ][ ][ ][ ]/S [ ][ ][ ]–[ ][ ][ ][ ][ ][ ][ ]</w:t>
      </w:r>
    </w:p>
    <w:p w14:paraId="6E368A2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D5FBEF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D2E8CE9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DE08570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9"/>
      </w:tblGrid>
      <w:tr w:rsidR="00AD23E6" w:rsidRPr="00AD23E6" w14:paraId="588824D2" w14:textId="77777777" w:rsidTr="00513076">
        <w:trPr>
          <w:trHeight w:val="349"/>
        </w:trPr>
        <w:tc>
          <w:tcPr>
            <w:tcW w:w="4644" w:type="dxa"/>
          </w:tcPr>
          <w:p w14:paraId="496BD56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AD23E6">
              <w:rPr>
                <w:rFonts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48E6C7B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39507CAC" w14:textId="77777777" w:rsidTr="00513076">
        <w:trPr>
          <w:trHeight w:val="349"/>
        </w:trPr>
        <w:tc>
          <w:tcPr>
            <w:tcW w:w="4644" w:type="dxa"/>
          </w:tcPr>
          <w:p w14:paraId="79F983B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743F3E93" w14:textId="77777777" w:rsidR="00AD23E6" w:rsidRPr="00A229D3" w:rsidRDefault="002B09D0" w:rsidP="00983704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>
              <w:rPr>
                <w:rFonts w:cs="Arial"/>
                <w:sz w:val="20"/>
                <w:szCs w:val="20"/>
                <w:lang w:eastAsia="en-GB"/>
              </w:rPr>
              <w:t>Politechnika Poznańska</w:t>
            </w:r>
          </w:p>
        </w:tc>
      </w:tr>
      <w:tr w:rsidR="00AD23E6" w:rsidRPr="00AD23E6" w14:paraId="6309B3B1" w14:textId="77777777" w:rsidTr="00513076">
        <w:trPr>
          <w:trHeight w:val="485"/>
        </w:trPr>
        <w:tc>
          <w:tcPr>
            <w:tcW w:w="4644" w:type="dxa"/>
          </w:tcPr>
          <w:p w14:paraId="5FCBA24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221D8F28" w14:textId="77777777" w:rsidR="00AD23E6" w:rsidRPr="00983704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983704">
              <w:rPr>
                <w:rFonts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6D5A6C61" w14:textId="77777777" w:rsidTr="00513076">
        <w:trPr>
          <w:trHeight w:val="484"/>
        </w:trPr>
        <w:tc>
          <w:tcPr>
            <w:tcW w:w="4644" w:type="dxa"/>
          </w:tcPr>
          <w:p w14:paraId="063F760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Tytuł lub krótki opis udzielanego zamówienia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BA0A804" w14:textId="3BF2B47A" w:rsidR="00AD23E6" w:rsidRPr="00985AC6" w:rsidRDefault="00BA2A70" w:rsidP="00264C5A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654CA7">
              <w:rPr>
                <w:rFonts w:ascii="Times New Roman" w:hAnsi="Times New Roman"/>
                <w:b/>
                <w:sz w:val="20"/>
                <w:szCs w:val="20"/>
              </w:rPr>
              <w:t>„Zakup i dostawa fabrycznie nowego sp</w:t>
            </w:r>
            <w:r w:rsidR="00C272BF">
              <w:rPr>
                <w:rFonts w:ascii="Times New Roman" w:hAnsi="Times New Roman"/>
                <w:b/>
                <w:sz w:val="20"/>
                <w:szCs w:val="20"/>
              </w:rPr>
              <w:t xml:space="preserve">rzętu komputerowego </w:t>
            </w:r>
            <w:r w:rsidRPr="00654CA7">
              <w:rPr>
                <w:rFonts w:ascii="Times New Roman" w:hAnsi="Times New Roman"/>
                <w:b/>
                <w:sz w:val="20"/>
                <w:szCs w:val="20"/>
              </w:rPr>
              <w:t xml:space="preserve">i oprogramowania dla Politechniki </w:t>
            </w:r>
            <w:r w:rsidR="00264C5A">
              <w:rPr>
                <w:rFonts w:ascii="Times New Roman" w:hAnsi="Times New Roman"/>
                <w:b/>
                <w:sz w:val="20"/>
                <w:szCs w:val="20"/>
              </w:rPr>
              <w:t>Poznańskiej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  <w:r w:rsidR="00983704" w:rsidRPr="00985AC6">
              <w:rPr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D23E6" w:rsidRPr="00AD23E6" w14:paraId="3BC5C396" w14:textId="77777777" w:rsidTr="00513076">
        <w:trPr>
          <w:trHeight w:val="484"/>
        </w:trPr>
        <w:tc>
          <w:tcPr>
            <w:tcW w:w="4644" w:type="dxa"/>
          </w:tcPr>
          <w:p w14:paraId="40FCB7A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>jeżeli dotyczy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3A1E6998" w14:textId="2E588635" w:rsidR="00AD23E6" w:rsidRPr="00983704" w:rsidRDefault="00BE7287" w:rsidP="00983704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</w:rPr>
              <w:t>A</w:t>
            </w:r>
            <w:r w:rsidR="008C26E0">
              <w:rPr>
                <w:rFonts w:ascii="Times New Roman" w:hAnsi="Times New Roman"/>
                <w:b/>
              </w:rPr>
              <w:t>D/ZP/</w:t>
            </w:r>
            <w:r w:rsidR="00661EC8">
              <w:rPr>
                <w:rFonts w:ascii="Times New Roman" w:hAnsi="Times New Roman"/>
                <w:b/>
              </w:rPr>
              <w:t>……….</w:t>
            </w:r>
            <w:r w:rsidR="00DD7802">
              <w:rPr>
                <w:rFonts w:ascii="Times New Roman" w:hAnsi="Times New Roman"/>
                <w:b/>
              </w:rPr>
              <w:t>/</w:t>
            </w:r>
            <w:r w:rsidR="00C272BF">
              <w:rPr>
                <w:rFonts w:ascii="Times New Roman" w:hAnsi="Times New Roman"/>
                <w:b/>
              </w:rPr>
              <w:t>20</w:t>
            </w:r>
            <w:r w:rsidR="001A4F7D">
              <w:rPr>
                <w:rFonts w:ascii="Times New Roman" w:hAnsi="Times New Roman"/>
                <w:b/>
              </w:rPr>
              <w:t>25</w:t>
            </w:r>
          </w:p>
        </w:tc>
      </w:tr>
    </w:tbl>
    <w:p w14:paraId="2CED2364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AD23E6">
        <w:rPr>
          <w:rFonts w:cs="Arial"/>
          <w:b/>
          <w:i/>
          <w:sz w:val="20"/>
          <w:szCs w:val="20"/>
          <w:lang w:eastAsia="en-GB"/>
        </w:rPr>
        <w:t>.</w:t>
      </w:r>
    </w:p>
    <w:p w14:paraId="20737B4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II: Informacje dotyczące wykonawcy</w:t>
      </w:r>
    </w:p>
    <w:p w14:paraId="094C7B35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2F2DCA9D" w14:textId="77777777" w:rsidTr="00513076">
        <w:tc>
          <w:tcPr>
            <w:tcW w:w="4644" w:type="dxa"/>
          </w:tcPr>
          <w:p w14:paraId="561F46C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08EAB4F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10D89651" w14:textId="77777777" w:rsidTr="00513076">
        <w:tc>
          <w:tcPr>
            <w:tcW w:w="4644" w:type="dxa"/>
          </w:tcPr>
          <w:p w14:paraId="0AC2C32D" w14:textId="77777777" w:rsidR="00AD23E6" w:rsidRPr="00AD23E6" w:rsidRDefault="00AD23E6" w:rsidP="00AD23E6">
            <w:pPr>
              <w:spacing w:before="120" w:after="120"/>
              <w:ind w:left="850" w:hanging="85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CC65C8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  <w:tr w:rsidR="00AD23E6" w:rsidRPr="00AD23E6" w14:paraId="58ECD4D7" w14:textId="77777777" w:rsidTr="00513076">
        <w:trPr>
          <w:trHeight w:val="1372"/>
        </w:trPr>
        <w:tc>
          <w:tcPr>
            <w:tcW w:w="4644" w:type="dxa"/>
          </w:tcPr>
          <w:p w14:paraId="600B4AD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Numer VAT, jeżeli dotyczy:</w:t>
            </w:r>
          </w:p>
          <w:p w14:paraId="2C43C4E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3EE653E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  <w:p w14:paraId="252D60F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  <w:tr w:rsidR="00AD23E6" w:rsidRPr="00AD23E6" w14:paraId="625CE9A8" w14:textId="77777777" w:rsidTr="00513076">
        <w:tc>
          <w:tcPr>
            <w:tcW w:w="4644" w:type="dxa"/>
          </w:tcPr>
          <w:p w14:paraId="10AE2D6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05106E1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1DA33BBA" w14:textId="77777777" w:rsidTr="00513076">
        <w:trPr>
          <w:trHeight w:val="2002"/>
        </w:trPr>
        <w:tc>
          <w:tcPr>
            <w:tcW w:w="4644" w:type="dxa"/>
          </w:tcPr>
          <w:p w14:paraId="217CC8C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Osoba lub osoby wyznaczone do kontaktów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  <w:p w14:paraId="4B2FE9C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Telefon:</w:t>
            </w:r>
          </w:p>
          <w:p w14:paraId="0827CBC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e-mail:</w:t>
            </w:r>
          </w:p>
          <w:p w14:paraId="79C0BD3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internetowy (adres www) (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>jeżeli dotyczy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7228153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06C1B86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50CC9C9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54A01DC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7121671B" w14:textId="77777777" w:rsidTr="00513076">
        <w:tc>
          <w:tcPr>
            <w:tcW w:w="4644" w:type="dxa"/>
          </w:tcPr>
          <w:p w14:paraId="1A371FA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4FC5C4F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DBDC608" w14:textId="77777777" w:rsidTr="00513076">
        <w:tc>
          <w:tcPr>
            <w:tcW w:w="4644" w:type="dxa"/>
          </w:tcPr>
          <w:p w14:paraId="297D65E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ABC1D5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1C80977C" w14:textId="77777777" w:rsidTr="00513076">
        <w:tc>
          <w:tcPr>
            <w:tcW w:w="4644" w:type="dxa"/>
          </w:tcPr>
          <w:p w14:paraId="6462E25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AD23E6">
              <w:rPr>
                <w:rFonts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AD23E6">
              <w:rPr>
                <w:rFonts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tak,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niepełnosprawnych lub defaworyzowanych należą dani pracownicy.</w:t>
            </w:r>
          </w:p>
        </w:tc>
        <w:tc>
          <w:tcPr>
            <w:tcW w:w="4645" w:type="dxa"/>
          </w:tcPr>
          <w:p w14:paraId="40912D3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[….]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</w:tc>
      </w:tr>
      <w:tr w:rsidR="00AD23E6" w:rsidRPr="00AD23E6" w14:paraId="37BB2854" w14:textId="77777777" w:rsidTr="00513076">
        <w:tc>
          <w:tcPr>
            <w:tcW w:w="4644" w:type="dxa"/>
          </w:tcPr>
          <w:p w14:paraId="0C40373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6939B5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AD23E6" w:rsidRPr="00AD23E6" w14:paraId="55094AA5" w14:textId="77777777" w:rsidTr="00513076">
        <w:tc>
          <w:tcPr>
            <w:tcW w:w="4644" w:type="dxa"/>
          </w:tcPr>
          <w:p w14:paraId="2207028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  <w:p w14:paraId="01F97B2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AF5FC7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AD23E6">
              <w:rPr>
                <w:rFonts w:cs="Arial"/>
                <w:b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9E2C8F5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7C442F2C" w14:textId="77777777" w:rsidR="00AD23E6" w:rsidRPr="00AD23E6" w:rsidRDefault="00AD23E6" w:rsidP="00AD23E6">
            <w:pPr>
              <w:spacing w:before="120" w:after="120"/>
              <w:rPr>
                <w:rFonts w:cs="Arial"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5ED2B8D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e)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AD23E6" w:rsidRPr="00AD23E6" w14:paraId="04D7CE40" w14:textId="77777777" w:rsidTr="00513076">
        <w:tc>
          <w:tcPr>
            <w:tcW w:w="4644" w:type="dxa"/>
          </w:tcPr>
          <w:p w14:paraId="60818D8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651F825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4445B881" w14:textId="77777777" w:rsidTr="00513076">
        <w:tc>
          <w:tcPr>
            <w:tcW w:w="4644" w:type="dxa"/>
          </w:tcPr>
          <w:p w14:paraId="661018C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12939EF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1650AF70" w14:textId="77777777" w:rsidTr="00513076">
        <w:tc>
          <w:tcPr>
            <w:tcW w:w="9289" w:type="dxa"/>
            <w:gridSpan w:val="2"/>
            <w:shd w:val="clear" w:color="auto" w:fill="BFBFBF"/>
          </w:tcPr>
          <w:p w14:paraId="41C3F9B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AD23E6" w:rsidRPr="00AD23E6" w14:paraId="45DEA8D1" w14:textId="77777777" w:rsidTr="00513076">
        <w:tc>
          <w:tcPr>
            <w:tcW w:w="4644" w:type="dxa"/>
          </w:tcPr>
          <w:p w14:paraId="3067251E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007CA0B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AD23E6" w:rsidRPr="00AD23E6" w14:paraId="338992F0" w14:textId="77777777" w:rsidTr="00513076">
        <w:tc>
          <w:tcPr>
            <w:tcW w:w="4644" w:type="dxa"/>
          </w:tcPr>
          <w:p w14:paraId="09FF22D6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BE822BE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47ECDDC2" w14:textId="77777777" w:rsidTr="00513076">
        <w:tc>
          <w:tcPr>
            <w:tcW w:w="4644" w:type="dxa"/>
          </w:tcPr>
          <w:p w14:paraId="3FD6D8B4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3044513A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6504447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B: Informacje na temat przedstawicieli wykonawcy</w:t>
      </w:r>
    </w:p>
    <w:p w14:paraId="6FC2DBF9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611"/>
      </w:tblGrid>
      <w:tr w:rsidR="00AD23E6" w:rsidRPr="00AD23E6" w14:paraId="6FC43D3B" w14:textId="77777777" w:rsidTr="00513076">
        <w:tc>
          <w:tcPr>
            <w:tcW w:w="4644" w:type="dxa"/>
          </w:tcPr>
          <w:p w14:paraId="217DC46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0E3D73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ECB898A" w14:textId="77777777" w:rsidTr="00513076">
        <w:tc>
          <w:tcPr>
            <w:tcW w:w="4644" w:type="dxa"/>
          </w:tcPr>
          <w:p w14:paraId="566E022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Imię i nazwisko,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5554BC6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[……],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D23E6" w:rsidRPr="00AD23E6" w14:paraId="2A125168" w14:textId="77777777" w:rsidTr="00513076">
        <w:tc>
          <w:tcPr>
            <w:tcW w:w="4644" w:type="dxa"/>
          </w:tcPr>
          <w:p w14:paraId="516844B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28218C5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41BF53D1" w14:textId="77777777" w:rsidTr="00513076">
        <w:tc>
          <w:tcPr>
            <w:tcW w:w="4644" w:type="dxa"/>
          </w:tcPr>
          <w:p w14:paraId="1BC9CE2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7F6CA6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133B8744" w14:textId="77777777" w:rsidTr="00513076">
        <w:tc>
          <w:tcPr>
            <w:tcW w:w="4644" w:type="dxa"/>
          </w:tcPr>
          <w:p w14:paraId="63FF4B9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403074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50626D84" w14:textId="77777777" w:rsidTr="00513076">
        <w:tc>
          <w:tcPr>
            <w:tcW w:w="4644" w:type="dxa"/>
          </w:tcPr>
          <w:p w14:paraId="6DC0E5F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C42F94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220D5561" w14:textId="77777777" w:rsidTr="00513076">
        <w:tc>
          <w:tcPr>
            <w:tcW w:w="4644" w:type="dxa"/>
          </w:tcPr>
          <w:p w14:paraId="6B102E6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6D204C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49127FA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51E893E6" w14:textId="77777777" w:rsidTr="00513076">
        <w:tc>
          <w:tcPr>
            <w:tcW w:w="4644" w:type="dxa"/>
          </w:tcPr>
          <w:p w14:paraId="7FB7956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40ECA7A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23E9BDA" w14:textId="77777777" w:rsidTr="00513076">
        <w:tc>
          <w:tcPr>
            <w:tcW w:w="4644" w:type="dxa"/>
          </w:tcPr>
          <w:p w14:paraId="627EBD6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33563B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56EDBB28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Jeżeli tak</w:t>
      </w:r>
      <w:r w:rsidRPr="00AD23E6">
        <w:rPr>
          <w:rFonts w:cs="Arial"/>
          <w:sz w:val="20"/>
          <w:szCs w:val="20"/>
          <w:lang w:eastAsia="en-GB"/>
        </w:rPr>
        <w:t xml:space="preserve">, proszę przedstawić – </w:t>
      </w:r>
      <w:r w:rsidRPr="00AD23E6">
        <w:rPr>
          <w:rFonts w:cs="Arial"/>
          <w:b/>
          <w:sz w:val="20"/>
          <w:szCs w:val="20"/>
          <w:lang w:eastAsia="en-GB"/>
        </w:rPr>
        <w:t>dla każdego</w:t>
      </w:r>
      <w:r w:rsidRPr="00AD23E6">
        <w:rPr>
          <w:rFonts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D23E6">
        <w:rPr>
          <w:rFonts w:cs="Arial"/>
          <w:b/>
          <w:sz w:val="20"/>
          <w:szCs w:val="20"/>
          <w:lang w:eastAsia="en-GB"/>
        </w:rPr>
        <w:t>niniejszej części sekcja A i B oraz w części III</w:t>
      </w:r>
      <w:r w:rsidRPr="00AD23E6">
        <w:rPr>
          <w:rFonts w:cs="Arial"/>
          <w:sz w:val="20"/>
          <w:szCs w:val="20"/>
          <w:lang w:eastAsia="en-GB"/>
        </w:rPr>
        <w:t xml:space="preserve">, należycie wypełniony i podpisany przez dane podmioty. </w:t>
      </w:r>
      <w:r w:rsidRPr="00AD23E6">
        <w:rPr>
          <w:rFonts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</w:t>
      </w:r>
      <w:r w:rsidRPr="00AD23E6">
        <w:rPr>
          <w:rFonts w:cs="Arial"/>
          <w:sz w:val="20"/>
          <w:szCs w:val="20"/>
          <w:lang w:eastAsia="en-GB"/>
        </w:rPr>
        <w:lastRenderedPageBreak/>
        <w:t xml:space="preserve">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D23E6">
        <w:rPr>
          <w:rFonts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12"/>
      </w:r>
      <w:r w:rsidRPr="00AD23E6">
        <w:rPr>
          <w:rFonts w:cs="Arial"/>
          <w:sz w:val="20"/>
          <w:szCs w:val="20"/>
          <w:lang w:eastAsia="en-GB"/>
        </w:rPr>
        <w:t>.</w:t>
      </w:r>
    </w:p>
    <w:p w14:paraId="7931D9E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u w:val="single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0880593E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70058249" w14:textId="77777777" w:rsidTr="00513076">
        <w:tc>
          <w:tcPr>
            <w:tcW w:w="4644" w:type="dxa"/>
          </w:tcPr>
          <w:p w14:paraId="3EEC648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0DD99A6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50DB9B2B" w14:textId="77777777" w:rsidTr="00513076">
        <w:tc>
          <w:tcPr>
            <w:tcW w:w="4644" w:type="dxa"/>
          </w:tcPr>
          <w:p w14:paraId="1E642A0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03ADEE3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4297B3D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13DCACD2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AD23E6">
        <w:rPr>
          <w:rFonts w:cs="Arial"/>
          <w:sz w:val="20"/>
          <w:szCs w:val="20"/>
          <w:lang w:eastAsia="en-GB"/>
        </w:rPr>
        <w:t xml:space="preserve">oprócz informacji </w:t>
      </w:r>
      <w:r w:rsidRPr="00AD23E6">
        <w:rPr>
          <w:rFonts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3DEB2DB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III: Podstawy wykluczenia</w:t>
      </w:r>
    </w:p>
    <w:p w14:paraId="618048BC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11733196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>W art. 57 ust. 1 dyrektywy 2014/24/UE określono następujące powody wykluczenia:</w:t>
      </w:r>
    </w:p>
    <w:p w14:paraId="0B420071" w14:textId="77777777" w:rsidR="00AD23E6" w:rsidRPr="00AD23E6" w:rsidRDefault="00AD23E6" w:rsidP="00AD23E6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/>
        <w:jc w:val="both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 xml:space="preserve">udział w </w:t>
      </w:r>
      <w:r w:rsidRPr="00AD23E6">
        <w:rPr>
          <w:rFonts w:cs="Arial"/>
          <w:b/>
          <w:sz w:val="20"/>
          <w:szCs w:val="20"/>
          <w:lang w:eastAsia="en-GB"/>
        </w:rPr>
        <w:t>organizacji przestępczej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3"/>
      </w:r>
      <w:r w:rsidRPr="00AD23E6">
        <w:rPr>
          <w:rFonts w:cs="Arial"/>
          <w:sz w:val="20"/>
          <w:szCs w:val="20"/>
          <w:lang w:eastAsia="en-GB"/>
        </w:rPr>
        <w:t>;</w:t>
      </w:r>
    </w:p>
    <w:p w14:paraId="7E17A452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korupcja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4"/>
      </w:r>
      <w:r w:rsidRPr="00AD23E6">
        <w:rPr>
          <w:rFonts w:cs="Arial"/>
          <w:sz w:val="20"/>
          <w:szCs w:val="20"/>
          <w:lang w:eastAsia="en-GB"/>
        </w:rPr>
        <w:t>;</w:t>
      </w:r>
    </w:p>
    <w:p w14:paraId="6C07E39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nadużycie finansowe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AD23E6">
        <w:rPr>
          <w:rFonts w:cs="Arial"/>
          <w:w w:val="0"/>
          <w:sz w:val="20"/>
          <w:szCs w:val="20"/>
          <w:lang w:eastAsia="en-GB"/>
        </w:rPr>
        <w:t>;</w:t>
      </w:r>
    </w:p>
    <w:p w14:paraId="05B3C166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5C0F24EB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pranie pieniędzy lub finansowanie terroryzmu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4C08346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praca dzieci</w:t>
      </w:r>
      <w:r w:rsidRPr="00AD23E6">
        <w:rPr>
          <w:rFonts w:cs="Arial"/>
          <w:sz w:val="20"/>
          <w:szCs w:val="20"/>
          <w:lang w:eastAsia="en-GB"/>
        </w:rPr>
        <w:t xml:space="preserve"> i inne formy </w:t>
      </w:r>
      <w:r w:rsidRPr="00AD23E6">
        <w:rPr>
          <w:rFonts w:cs="Arial"/>
          <w:b/>
          <w:sz w:val="20"/>
          <w:szCs w:val="20"/>
          <w:lang w:eastAsia="en-GB"/>
        </w:rPr>
        <w:t>handlu ludźmi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8"/>
      </w:r>
      <w:r w:rsidRPr="00AD23E6">
        <w:rPr>
          <w:rFonts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7"/>
      </w:tblGrid>
      <w:tr w:rsidR="00AD23E6" w:rsidRPr="00AD23E6" w14:paraId="006DBED2" w14:textId="77777777" w:rsidTr="00513076">
        <w:tc>
          <w:tcPr>
            <w:tcW w:w="4644" w:type="dxa"/>
          </w:tcPr>
          <w:p w14:paraId="71CFE00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Podstawy związane z wyrokami skazującymi za przestępstwo na podstawie przepisów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4ED29A1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Odpowiedź:</w:t>
            </w:r>
          </w:p>
        </w:tc>
      </w:tr>
      <w:tr w:rsidR="00AD23E6" w:rsidRPr="00AD23E6" w14:paraId="623E405F" w14:textId="77777777" w:rsidTr="00513076">
        <w:tc>
          <w:tcPr>
            <w:tcW w:w="4644" w:type="dxa"/>
          </w:tcPr>
          <w:p w14:paraId="0D3E31B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 stosunku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samego wykonawcy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bądź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jakiejkolwiek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6051E0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14:paraId="2D5CF56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AD23E6" w:rsidRPr="00AD23E6" w14:paraId="4E83FAC1" w14:textId="77777777" w:rsidTr="00513076">
        <w:tc>
          <w:tcPr>
            <w:tcW w:w="4644" w:type="dxa"/>
          </w:tcPr>
          <w:p w14:paraId="0938729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558FCBA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AD23E6">
              <w:rPr>
                <w:rFonts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14:paraId="0884177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AD23E6" w:rsidRPr="00AD23E6" w14:paraId="4D100FBC" w14:textId="77777777" w:rsidTr="00513076">
        <w:tc>
          <w:tcPr>
            <w:tcW w:w="4644" w:type="dxa"/>
          </w:tcPr>
          <w:p w14:paraId="38379A8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82EF8E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AD23E6" w:rsidRPr="00AD23E6" w14:paraId="15D7B4CB" w14:textId="77777777" w:rsidTr="00513076">
        <w:tc>
          <w:tcPr>
            <w:tcW w:w="4644" w:type="dxa"/>
          </w:tcPr>
          <w:p w14:paraId="7C387A4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AD23E6">
              <w:rPr>
                <w:rFonts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DB7237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0F3F843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w w:val="0"/>
          <w:sz w:val="20"/>
          <w:szCs w:val="20"/>
          <w:lang w:eastAsia="en-GB"/>
        </w:rPr>
      </w:pPr>
      <w:r w:rsidRPr="00AD23E6">
        <w:rPr>
          <w:rFonts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2309"/>
        <w:gridCol w:w="2309"/>
      </w:tblGrid>
      <w:tr w:rsidR="00AD23E6" w:rsidRPr="00AD23E6" w14:paraId="3FCA665A" w14:textId="77777777" w:rsidTr="00513076">
        <w:tc>
          <w:tcPr>
            <w:tcW w:w="4644" w:type="dxa"/>
          </w:tcPr>
          <w:p w14:paraId="12BF51B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0AE0A3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1C4FEAD3" w14:textId="77777777" w:rsidTr="00513076">
        <w:tc>
          <w:tcPr>
            <w:tcW w:w="4644" w:type="dxa"/>
          </w:tcPr>
          <w:p w14:paraId="52C54F0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7675B28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57C5D7B1" w14:textId="77777777" w:rsidTr="00513076">
        <w:trPr>
          <w:trHeight w:val="470"/>
        </w:trPr>
        <w:tc>
          <w:tcPr>
            <w:tcW w:w="4644" w:type="dxa"/>
            <w:vMerge w:val="restart"/>
          </w:tcPr>
          <w:p w14:paraId="40F0503B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wskazać: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decyzji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5E42CE62" w14:textId="77777777" w:rsidR="00AD23E6" w:rsidRPr="00AD23E6" w:rsidRDefault="00AD23E6" w:rsidP="00AD23E6">
            <w:pPr>
              <w:tabs>
                <w:tab w:val="num" w:pos="1417"/>
              </w:tabs>
              <w:spacing w:before="120" w:after="120"/>
              <w:ind w:left="1417" w:hanging="567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43F47578" w14:textId="77777777" w:rsidR="00AD23E6" w:rsidRPr="00AD23E6" w:rsidRDefault="00AD23E6" w:rsidP="00AD23E6">
            <w:pPr>
              <w:numPr>
                <w:ilvl w:val="0"/>
                <w:numId w:val="12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144B5DB4" w14:textId="77777777" w:rsidR="00AD23E6" w:rsidRPr="00AD23E6" w:rsidRDefault="00AD23E6" w:rsidP="00AD23E6">
            <w:pPr>
              <w:numPr>
                <w:ilvl w:val="0"/>
                <w:numId w:val="12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W przypadku wyroku,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długość okresu wykluczenia:</w:t>
            </w:r>
          </w:p>
          <w:p w14:paraId="2A56857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2) w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inny sposób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 Proszę sprecyzować, w jaki:</w:t>
            </w:r>
          </w:p>
          <w:p w14:paraId="544A7C6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48940770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EE231C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AD23E6" w:rsidRPr="00AD23E6" w14:paraId="795B28CE" w14:textId="77777777" w:rsidTr="00513076">
        <w:trPr>
          <w:trHeight w:val="1977"/>
        </w:trPr>
        <w:tc>
          <w:tcPr>
            <w:tcW w:w="4644" w:type="dxa"/>
            <w:vMerge/>
          </w:tcPr>
          <w:p w14:paraId="5BF07824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333DEAE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696A4483" w14:textId="77777777" w:rsidR="00AD23E6" w:rsidRPr="00AD23E6" w:rsidRDefault="00AD23E6" w:rsidP="00AD23E6">
            <w:pPr>
              <w:tabs>
                <w:tab w:val="num" w:pos="850"/>
              </w:tabs>
              <w:spacing w:before="120" w:after="120"/>
              <w:ind w:left="850" w:hanging="85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14:paraId="2CD33B32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3E92AC54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1BE9F11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  <w:p w14:paraId="78D2489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c2) [ 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6375E7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52EAE28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14:paraId="6ADBE23C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1083105C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0F1756F1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</w:p>
          <w:p w14:paraId="0D6F13E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c2) [ 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AD23E6" w:rsidRPr="00AD23E6" w14:paraId="0247D325" w14:textId="77777777" w:rsidTr="00513076">
        <w:tc>
          <w:tcPr>
            <w:tcW w:w="4644" w:type="dxa"/>
          </w:tcPr>
          <w:p w14:paraId="3939674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6A3B5C1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187BD33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AD23E6">
        <w:rPr>
          <w:rFonts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61619A60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773B3ACF" w14:textId="77777777" w:rsidTr="00513076">
        <w:tc>
          <w:tcPr>
            <w:tcW w:w="4644" w:type="dxa"/>
          </w:tcPr>
          <w:p w14:paraId="786C3FB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6BD576C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7768627" w14:textId="77777777" w:rsidTr="00513076">
        <w:trPr>
          <w:trHeight w:val="406"/>
        </w:trPr>
        <w:tc>
          <w:tcPr>
            <w:tcW w:w="4644" w:type="dxa"/>
            <w:vMerge w:val="restart"/>
          </w:tcPr>
          <w:p w14:paraId="364C1B2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wedle własnej wiedzy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naruszył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swoje obowiązki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 dziedzinie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20BA55B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3C992C0D" w14:textId="77777777" w:rsidTr="00513076">
        <w:trPr>
          <w:trHeight w:val="405"/>
        </w:trPr>
        <w:tc>
          <w:tcPr>
            <w:tcW w:w="4644" w:type="dxa"/>
            <w:vMerge/>
          </w:tcPr>
          <w:p w14:paraId="09053CA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8F43B7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4FAF7884" w14:textId="77777777" w:rsidTr="00513076">
        <w:tc>
          <w:tcPr>
            <w:tcW w:w="4644" w:type="dxa"/>
          </w:tcPr>
          <w:p w14:paraId="5B3BCBEF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a)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zbankrutował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b)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likwidacyjne;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układ z wierzycielami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200B682B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70A7F303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.</w:t>
            </w:r>
          </w:p>
          <w:p w14:paraId="7622BF8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E1AD7F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56DB050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  <w:p w14:paraId="2B5DAF0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  <w:p w14:paraId="441030DA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3C2EF376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703ECEA8" w14:textId="77777777" w:rsidR="00AD23E6" w:rsidRPr="00AD23E6" w:rsidRDefault="00AD23E6" w:rsidP="00AD23E6">
            <w:pPr>
              <w:spacing w:before="120" w:after="120"/>
              <w:ind w:left="85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  <w:p w14:paraId="348AE63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147982E2" w14:textId="77777777" w:rsidTr="00513076">
        <w:trPr>
          <w:trHeight w:val="303"/>
        </w:trPr>
        <w:tc>
          <w:tcPr>
            <w:tcW w:w="4644" w:type="dxa"/>
            <w:vMerge w:val="restart"/>
          </w:tcPr>
          <w:p w14:paraId="19AF4F4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jest winien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7581ED4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AD23E6" w:rsidRPr="00AD23E6" w14:paraId="50A48C16" w14:textId="77777777" w:rsidTr="00513076">
        <w:trPr>
          <w:trHeight w:val="303"/>
        </w:trPr>
        <w:tc>
          <w:tcPr>
            <w:tcW w:w="4644" w:type="dxa"/>
            <w:vMerge/>
          </w:tcPr>
          <w:p w14:paraId="149EDEC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DD49D55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6ABA0511" w14:textId="77777777" w:rsidTr="00513076">
        <w:trPr>
          <w:trHeight w:val="515"/>
        </w:trPr>
        <w:tc>
          <w:tcPr>
            <w:tcW w:w="4644" w:type="dxa"/>
            <w:vMerge w:val="restart"/>
          </w:tcPr>
          <w:p w14:paraId="539F096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Czy wykonawca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7386CFE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710778BE" w14:textId="77777777" w:rsidTr="00513076">
        <w:trPr>
          <w:trHeight w:val="514"/>
        </w:trPr>
        <w:tc>
          <w:tcPr>
            <w:tcW w:w="4644" w:type="dxa"/>
            <w:vMerge/>
          </w:tcPr>
          <w:p w14:paraId="7D61513C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97678D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39500CB4" w14:textId="77777777" w:rsidTr="00513076">
        <w:trPr>
          <w:trHeight w:val="1316"/>
        </w:trPr>
        <w:tc>
          <w:tcPr>
            <w:tcW w:w="4644" w:type="dxa"/>
          </w:tcPr>
          <w:p w14:paraId="46B015A5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konflikcie interesów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C3B484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23CE6DB4" w14:textId="77777777" w:rsidTr="00513076">
        <w:trPr>
          <w:trHeight w:val="1544"/>
        </w:trPr>
        <w:tc>
          <w:tcPr>
            <w:tcW w:w="4644" w:type="dxa"/>
          </w:tcPr>
          <w:p w14:paraId="4F0431A0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doradzał(-o)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EF0B7F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2713C986" w14:textId="77777777" w:rsidTr="00513076">
        <w:trPr>
          <w:trHeight w:val="932"/>
        </w:trPr>
        <w:tc>
          <w:tcPr>
            <w:tcW w:w="4644" w:type="dxa"/>
            <w:vMerge w:val="restart"/>
          </w:tcPr>
          <w:p w14:paraId="41534651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rozwiązana przed czasem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2BD668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0C0C3CF8" w14:textId="77777777" w:rsidTr="00513076">
        <w:trPr>
          <w:trHeight w:val="931"/>
        </w:trPr>
        <w:tc>
          <w:tcPr>
            <w:tcW w:w="4644" w:type="dxa"/>
            <w:vMerge/>
          </w:tcPr>
          <w:p w14:paraId="3D26EA2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8F1B72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04B867D5" w14:textId="77777777" w:rsidTr="00513076">
        <w:tc>
          <w:tcPr>
            <w:tcW w:w="4644" w:type="dxa"/>
          </w:tcPr>
          <w:p w14:paraId="4C8BBBDA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może potwierdzić, że: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nie jest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winny poważnego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wprowadzenia w błąd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b) 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zataił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tych informacji;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27B2782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31740CEE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5FDE5D30" w14:textId="77777777" w:rsidTr="00513076">
        <w:tc>
          <w:tcPr>
            <w:tcW w:w="4644" w:type="dxa"/>
          </w:tcPr>
          <w:p w14:paraId="4C20C2E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FE2EE5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143B50B" w14:textId="77777777" w:rsidTr="00513076">
        <w:tc>
          <w:tcPr>
            <w:tcW w:w="4644" w:type="dxa"/>
          </w:tcPr>
          <w:p w14:paraId="70A9F59E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mają zastosowanie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3409FEA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AD23E6" w:rsidRPr="00AD23E6" w14:paraId="0ECA3C4F" w14:textId="77777777" w:rsidTr="00513076">
        <w:tc>
          <w:tcPr>
            <w:tcW w:w="4644" w:type="dxa"/>
          </w:tcPr>
          <w:p w14:paraId="3D85231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79FF6C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7F784F47" w14:textId="77777777" w:rsidR="00AD23E6" w:rsidRPr="00AD23E6" w:rsidRDefault="00AD23E6" w:rsidP="00AD23E6">
      <w:pPr>
        <w:spacing w:before="120" w:after="120"/>
        <w:jc w:val="both"/>
        <w:rPr>
          <w:rFonts w:ascii="Times New Roman" w:hAnsi="Times New Roman"/>
          <w:szCs w:val="22"/>
          <w:lang w:eastAsia="en-GB"/>
        </w:rPr>
      </w:pPr>
    </w:p>
    <w:p w14:paraId="458659EB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IV: Kryteria kwalifikacji</w:t>
      </w:r>
    </w:p>
    <w:p w14:paraId="4E34616A" w14:textId="77777777" w:rsidR="00AD23E6" w:rsidRPr="00AD23E6" w:rsidRDefault="00AD23E6" w:rsidP="00AD23E6">
      <w:pPr>
        <w:spacing w:before="120" w:after="12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 xml:space="preserve">W odniesieniu do kryteriów kwalifikacji (sekcja </w:t>
      </w:r>
      <w:r w:rsidRPr="00AD23E6">
        <w:rPr>
          <w:rFonts w:cs="Arial"/>
          <w:sz w:val="20"/>
          <w:szCs w:val="20"/>
          <w:lang w:eastAsia="en-GB"/>
        </w:rPr>
        <w:sym w:font="Symbol" w:char="F061"/>
      </w:r>
      <w:r w:rsidRPr="00AD23E6">
        <w:rPr>
          <w:rFonts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4A89FF91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sym w:font="Symbol" w:char="F061"/>
      </w:r>
      <w:r w:rsidRPr="00AD23E6">
        <w:rPr>
          <w:rFonts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2B1E3245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D23E6">
        <w:rPr>
          <w:rFonts w:cs="Arial"/>
          <w:b/>
          <w:w w:val="0"/>
          <w:sz w:val="20"/>
          <w:szCs w:val="20"/>
          <w:lang w:eastAsia="en-GB"/>
        </w:rPr>
        <w:sym w:font="Symbol" w:char="F061"/>
      </w: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AD23E6" w:rsidRPr="00AD23E6" w14:paraId="541182FC" w14:textId="77777777" w:rsidTr="00513076">
        <w:tc>
          <w:tcPr>
            <w:tcW w:w="4606" w:type="dxa"/>
          </w:tcPr>
          <w:p w14:paraId="407B5DA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7C5A32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D23E6" w:rsidRPr="00AD23E6" w14:paraId="4EC92953" w14:textId="77777777" w:rsidTr="00513076">
        <w:tc>
          <w:tcPr>
            <w:tcW w:w="4606" w:type="dxa"/>
          </w:tcPr>
          <w:p w14:paraId="3EDAD9A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6CDBFEC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16432EB2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Kompetencje</w:t>
      </w:r>
    </w:p>
    <w:p w14:paraId="2A631877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7"/>
      </w:tblGrid>
      <w:tr w:rsidR="00AD23E6" w:rsidRPr="00AD23E6" w14:paraId="69528096" w14:textId="77777777" w:rsidTr="00513076">
        <w:tc>
          <w:tcPr>
            <w:tcW w:w="4644" w:type="dxa"/>
          </w:tcPr>
          <w:p w14:paraId="36AE50B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585C55C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D23E6" w:rsidRPr="00AD23E6" w14:paraId="69B4B68C" w14:textId="77777777" w:rsidTr="00513076">
        <w:tc>
          <w:tcPr>
            <w:tcW w:w="4644" w:type="dxa"/>
          </w:tcPr>
          <w:p w14:paraId="1D1BF28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433FE6E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1FCF46FE" w14:textId="77777777" w:rsidTr="00513076">
        <w:tc>
          <w:tcPr>
            <w:tcW w:w="4644" w:type="dxa"/>
          </w:tcPr>
          <w:p w14:paraId="54CC0AF9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konieczne jest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posiadanie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2CDE4CC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DE352CA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B: Sytuacja ekonomiczna i finansowa</w:t>
      </w:r>
    </w:p>
    <w:p w14:paraId="44EC0B64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14:paraId="312D9811" w14:textId="77777777" w:rsidTr="00513076">
        <w:tc>
          <w:tcPr>
            <w:tcW w:w="4644" w:type="dxa"/>
          </w:tcPr>
          <w:p w14:paraId="2E7DC67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2A343DA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3AC3AB2C" w14:textId="77777777" w:rsidTr="00513076">
        <w:tc>
          <w:tcPr>
            <w:tcW w:w="4644" w:type="dxa"/>
          </w:tcPr>
          <w:p w14:paraId="3D2F95B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1a) Jego („ogólny”)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roczny obrót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roczny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(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58EBF7A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3054A82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3FF16591" w14:textId="77777777" w:rsidTr="00513076">
        <w:tc>
          <w:tcPr>
            <w:tcW w:w="4644" w:type="dxa"/>
          </w:tcPr>
          <w:p w14:paraId="7F8A8A0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i/lub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2b)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roczny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DD2C1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14:paraId="7E135045" w14:textId="77777777" w:rsidTr="00513076">
        <w:tc>
          <w:tcPr>
            <w:tcW w:w="4644" w:type="dxa"/>
          </w:tcPr>
          <w:p w14:paraId="2AD24525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5FB356B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3CECA922" w14:textId="77777777" w:rsidTr="00513076">
        <w:tc>
          <w:tcPr>
            <w:tcW w:w="4644" w:type="dxa"/>
          </w:tcPr>
          <w:p w14:paraId="45FB6F7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4)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wskaźników finansowych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9EEE5A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– oraz wartość):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5061B8AF" w14:textId="77777777" w:rsidTr="00513076">
        <w:tc>
          <w:tcPr>
            <w:tcW w:w="4644" w:type="dxa"/>
          </w:tcPr>
          <w:p w14:paraId="5E214E0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5) W ramach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3EBC144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14:paraId="31D3C6C9" w14:textId="77777777" w:rsidTr="00513076">
        <w:tc>
          <w:tcPr>
            <w:tcW w:w="4644" w:type="dxa"/>
          </w:tcPr>
          <w:p w14:paraId="4FF6FED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6)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mogła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19A91AF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47DC93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Zdolność techniczna i zawodowa</w:t>
      </w:r>
    </w:p>
    <w:p w14:paraId="089C0ACF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25"/>
      </w:tblGrid>
      <w:tr w:rsidR="00AD23E6" w:rsidRPr="00AD23E6" w14:paraId="3BB3262F" w14:textId="77777777" w:rsidTr="00513076">
        <w:tc>
          <w:tcPr>
            <w:tcW w:w="4644" w:type="dxa"/>
          </w:tcPr>
          <w:p w14:paraId="65576EE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66468D9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404283E7" w14:textId="77777777" w:rsidTr="00513076">
        <w:tc>
          <w:tcPr>
            <w:tcW w:w="4644" w:type="dxa"/>
          </w:tcPr>
          <w:p w14:paraId="62CCBFB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W okresie odniesienia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: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3E4169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Roboty budowlane: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14:paraId="59624441" w14:textId="77777777" w:rsidTr="00513076">
        <w:tc>
          <w:tcPr>
            <w:tcW w:w="4644" w:type="dxa"/>
          </w:tcPr>
          <w:p w14:paraId="52CB1CD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W okresie odniesienia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551E61D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D23E6" w:rsidRPr="00AD23E6" w14:paraId="63AC363A" w14:textId="77777777" w:rsidTr="005130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C20A4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CFB82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99274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43905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D23E6" w:rsidRPr="00AD23E6" w14:paraId="199AF30A" w14:textId="77777777" w:rsidTr="005130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93EDD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D7E6C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7E2C7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3DB90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686A844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</w:tc>
      </w:tr>
      <w:tr w:rsidR="00AD23E6" w:rsidRPr="00AD23E6" w14:paraId="2D55ADBE" w14:textId="77777777" w:rsidTr="00513076">
        <w:tc>
          <w:tcPr>
            <w:tcW w:w="4644" w:type="dxa"/>
          </w:tcPr>
          <w:p w14:paraId="29E159F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454619B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D23E6" w:rsidRPr="00AD23E6" w14:paraId="30AEB33F" w14:textId="77777777" w:rsidTr="00513076">
        <w:tc>
          <w:tcPr>
            <w:tcW w:w="4644" w:type="dxa"/>
          </w:tcPr>
          <w:p w14:paraId="4AF71C3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a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zaplecze naukowo-badawcze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0501C9F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1A1F3D29" w14:textId="77777777" w:rsidTr="00513076">
        <w:tc>
          <w:tcPr>
            <w:tcW w:w="4644" w:type="dxa"/>
          </w:tcPr>
          <w:p w14:paraId="391F448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7F95350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2DC3A08F" w14:textId="77777777" w:rsidTr="00513076">
        <w:tc>
          <w:tcPr>
            <w:tcW w:w="4644" w:type="dxa"/>
          </w:tcPr>
          <w:p w14:paraId="3B7A009F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zezwoli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 przeprowadzenie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kontroli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swoich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zdolności produkcyjnych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zdolności technicznych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jak również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5276AC7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AD23E6" w:rsidRPr="00AD23E6" w14:paraId="3FE460E4" w14:textId="77777777" w:rsidTr="00513076">
        <w:tc>
          <w:tcPr>
            <w:tcW w:w="4644" w:type="dxa"/>
          </w:tcPr>
          <w:p w14:paraId="44F3586E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6) Następującym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legitymuje się: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46943C9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AD23E6" w:rsidRPr="00AD23E6" w14:paraId="4E53CF31" w14:textId="77777777" w:rsidTr="00513076">
        <w:tc>
          <w:tcPr>
            <w:tcW w:w="4644" w:type="dxa"/>
          </w:tcPr>
          <w:p w14:paraId="3765D8FB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5941D9F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338775E9" w14:textId="77777777" w:rsidTr="00513076">
        <w:tc>
          <w:tcPr>
            <w:tcW w:w="4644" w:type="dxa"/>
          </w:tcPr>
          <w:p w14:paraId="00406B5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8) Wielkość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2618DB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Rok, średnie roczne zatrudnienie: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AD23E6" w:rsidRPr="00AD23E6" w14:paraId="4EB63E83" w14:textId="77777777" w:rsidTr="00513076">
        <w:tc>
          <w:tcPr>
            <w:tcW w:w="4644" w:type="dxa"/>
          </w:tcPr>
          <w:p w14:paraId="6EC3433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53F73B9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0976819D" w14:textId="77777777" w:rsidTr="00513076">
        <w:tc>
          <w:tcPr>
            <w:tcW w:w="4644" w:type="dxa"/>
          </w:tcPr>
          <w:p w14:paraId="408910F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10)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następującą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część (procentową)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655BAFD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2AB3297A" w14:textId="77777777" w:rsidTr="00513076">
        <w:tc>
          <w:tcPr>
            <w:tcW w:w="4644" w:type="dxa"/>
          </w:tcPr>
          <w:p w14:paraId="22570CB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11)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8FE0E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AD23E6" w:rsidRPr="00AD23E6" w14:paraId="237E86F1" w14:textId="77777777" w:rsidTr="00513076">
        <w:tc>
          <w:tcPr>
            <w:tcW w:w="4644" w:type="dxa"/>
          </w:tcPr>
          <w:p w14:paraId="364AEBF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12)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instytuty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agencje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kontroli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4B1C0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80B9C19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00704F0A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614"/>
      </w:tblGrid>
      <w:tr w:rsidR="00AD23E6" w:rsidRPr="00AD23E6" w14:paraId="29F94B20" w14:textId="77777777" w:rsidTr="00513076">
        <w:tc>
          <w:tcPr>
            <w:tcW w:w="4644" w:type="dxa"/>
          </w:tcPr>
          <w:p w14:paraId="6F94F1F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4012BD6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313F175F" w14:textId="77777777" w:rsidTr="00513076">
        <w:tc>
          <w:tcPr>
            <w:tcW w:w="4644" w:type="dxa"/>
          </w:tcPr>
          <w:p w14:paraId="5BC3C64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norm zapewniania jakości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9A0F06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361DC3FD" w14:textId="77777777" w:rsidTr="00513076">
        <w:tc>
          <w:tcPr>
            <w:tcW w:w="4644" w:type="dxa"/>
          </w:tcPr>
          <w:p w14:paraId="5C706836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?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F5AB6A5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2EF497E7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V: Ograniczanie liczby kwalifikujących się kandydatów</w:t>
      </w:r>
    </w:p>
    <w:p w14:paraId="78744E55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D23E6">
        <w:rPr>
          <w:rFonts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20EE15C8" w14:textId="77777777" w:rsidR="00AD23E6" w:rsidRPr="00AD23E6" w:rsidRDefault="00AD23E6" w:rsidP="00AD23E6">
      <w:pPr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14:paraId="150CB434" w14:textId="77777777" w:rsidTr="00513076">
        <w:tc>
          <w:tcPr>
            <w:tcW w:w="4644" w:type="dxa"/>
          </w:tcPr>
          <w:p w14:paraId="68C659B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1C6CCD4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0FCE3DC4" w14:textId="77777777" w:rsidTr="00513076">
        <w:tc>
          <w:tcPr>
            <w:tcW w:w="4644" w:type="dxa"/>
          </w:tcPr>
          <w:p w14:paraId="2369EF5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wskazać dla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każdego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320F4B73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[….]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76244A8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VI: Oświadczenia końcowe</w:t>
      </w:r>
    </w:p>
    <w:p w14:paraId="694B7A46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F9EC4D8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8F25E25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47"/>
      </w:r>
      <w:r w:rsidRPr="00AD23E6">
        <w:rPr>
          <w:rFonts w:cs="Arial"/>
          <w:i/>
          <w:sz w:val="20"/>
          <w:szCs w:val="20"/>
          <w:lang w:eastAsia="en-GB"/>
        </w:rPr>
        <w:t xml:space="preserve">, lub </w:t>
      </w:r>
    </w:p>
    <w:p w14:paraId="65129CD0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b) najpóźniej od dnia 18 kwietnia 2018 r.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48"/>
      </w:r>
      <w:r w:rsidRPr="00AD23E6">
        <w:rPr>
          <w:rFonts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AD23E6">
        <w:rPr>
          <w:rFonts w:cs="Arial"/>
          <w:sz w:val="20"/>
          <w:szCs w:val="20"/>
          <w:lang w:eastAsia="en-GB"/>
        </w:rPr>
        <w:t>.</w:t>
      </w:r>
    </w:p>
    <w:p w14:paraId="1616BC92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vanish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D23E6">
        <w:rPr>
          <w:rFonts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AD23E6">
        <w:rPr>
          <w:rFonts w:cs="Arial"/>
          <w:i/>
          <w:sz w:val="20"/>
          <w:szCs w:val="20"/>
          <w:lang w:eastAsia="en-GB"/>
        </w:rPr>
        <w:t>Dzienniku Urzędowym Unii Europejskiej</w:t>
      </w:r>
      <w:r w:rsidRPr="00AD23E6">
        <w:rPr>
          <w:rFonts w:cs="Arial"/>
          <w:sz w:val="20"/>
          <w:szCs w:val="20"/>
          <w:lang w:eastAsia="en-GB"/>
        </w:rPr>
        <w:t>, numer referencyjny)].</w:t>
      </w:r>
    </w:p>
    <w:p w14:paraId="014CDAD3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 xml:space="preserve"> </w:t>
      </w:r>
    </w:p>
    <w:p w14:paraId="7C738373" w14:textId="77777777" w:rsidR="00AD23E6" w:rsidRPr="00AD23E6" w:rsidRDefault="00AD23E6" w:rsidP="00AD23E6">
      <w:pPr>
        <w:spacing w:before="24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>Data, miejscowość oraz – jeżeli jest to wymagane lub konieczne – podpis(-y): [……]</w:t>
      </w:r>
    </w:p>
    <w:p w14:paraId="7686D8D2" w14:textId="77777777" w:rsidR="00AD23E6" w:rsidRPr="00AD23E6" w:rsidRDefault="00AD23E6" w:rsidP="00AD23E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E38FA62" w14:textId="77777777" w:rsidR="00AD23E6" w:rsidRPr="00AD23E6" w:rsidRDefault="00AD23E6" w:rsidP="00AD23E6">
      <w:pPr>
        <w:suppressAutoHyphens/>
        <w:spacing w:before="120"/>
        <w:ind w:left="4820"/>
        <w:jc w:val="center"/>
        <w:rPr>
          <w:rFonts w:ascii="Cambria" w:hAnsi="Cambria" w:cs="Arial"/>
          <w:bCs/>
          <w:i/>
          <w:sz w:val="22"/>
          <w:szCs w:val="22"/>
          <w:lang w:eastAsia="ar-SA"/>
        </w:rPr>
      </w:pPr>
      <w:r w:rsidRPr="00AD23E6">
        <w:rPr>
          <w:rFonts w:ascii="Cambria" w:hAnsi="Cambria" w:cs="Arial"/>
          <w:bCs/>
          <w:i/>
          <w:sz w:val="22"/>
          <w:szCs w:val="22"/>
          <w:lang w:eastAsia="ar-SA"/>
        </w:rPr>
        <w:t xml:space="preserve">Dokument musi być podpisany </w:t>
      </w:r>
      <w:r w:rsidRPr="00AD23E6">
        <w:rPr>
          <w:rFonts w:ascii="Cambria" w:hAnsi="Cambria" w:cs="Arial"/>
          <w:bCs/>
          <w:i/>
          <w:sz w:val="22"/>
          <w:szCs w:val="22"/>
          <w:lang w:eastAsia="ar-SA"/>
        </w:rPr>
        <w:br/>
        <w:t>kwalifikowanym podpisem elektronicznym</w:t>
      </w:r>
    </w:p>
    <w:p w14:paraId="5AEA5273" w14:textId="77777777"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A69DF3D" w14:textId="77777777"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AA622B7" w14:textId="77777777"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sectPr w:rsidR="00AD23E6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CA2A4" w14:textId="77777777" w:rsidR="00234F49" w:rsidRDefault="00234F49">
      <w:r>
        <w:separator/>
      </w:r>
    </w:p>
    <w:p w14:paraId="52185FFE" w14:textId="77777777" w:rsidR="00234F49" w:rsidRDefault="00234F49"/>
  </w:endnote>
  <w:endnote w:type="continuationSeparator" w:id="0">
    <w:p w14:paraId="61AB4B05" w14:textId="77777777" w:rsidR="00234F49" w:rsidRDefault="00234F49">
      <w:r>
        <w:continuationSeparator/>
      </w:r>
    </w:p>
    <w:p w14:paraId="0369FB34" w14:textId="77777777" w:rsidR="00234F49" w:rsidRDefault="00234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4EF10" w14:textId="77777777" w:rsidR="00CC1E27" w:rsidRDefault="007577AD" w:rsidP="004007F2">
    <w:r>
      <w:fldChar w:fldCharType="begin"/>
    </w:r>
    <w:r w:rsidR="00CC1E27">
      <w:instrText xml:space="preserve">PAGE  </w:instrText>
    </w:r>
    <w:r>
      <w:fldChar w:fldCharType="end"/>
    </w:r>
  </w:p>
  <w:p w14:paraId="7793EE75" w14:textId="77777777" w:rsidR="00CC1E27" w:rsidRDefault="00CC1E27"/>
  <w:p w14:paraId="013000CF" w14:textId="77777777" w:rsidR="00CC1E27" w:rsidRDefault="00CC1E27"/>
  <w:p w14:paraId="299BB3E2" w14:textId="77777777" w:rsidR="00CC1E27" w:rsidRDefault="00CC1E27"/>
  <w:p w14:paraId="55509ECC" w14:textId="77777777" w:rsidR="00CC1E27" w:rsidRDefault="007577AD" w:rsidP="00110784">
    <w:pPr>
      <w:pStyle w:val="LPstopkasrodek"/>
    </w:pPr>
    <w:r>
      <w:rPr>
        <w:noProof/>
      </w:rPr>
      <w:fldChar w:fldCharType="begin"/>
    </w:r>
    <w:r w:rsidR="00922B33"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10E8D835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C579" w14:textId="5D60AD19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577A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577AD" w:rsidRPr="0000184C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2</w:t>
    </w:r>
    <w:r w:rsidR="007577A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577A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577AD" w:rsidRPr="0000184C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16</w:t>
    </w:r>
    <w:r w:rsidR="007577AD" w:rsidRPr="0000184C">
      <w:rPr>
        <w:rFonts w:ascii="Calibri" w:hAnsi="Calibri" w:cs="Calibri"/>
        <w:b/>
        <w:sz w:val="16"/>
      </w:rPr>
      <w:fldChar w:fldCharType="end"/>
    </w:r>
  </w:p>
  <w:p w14:paraId="088F8B3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0558" w14:textId="37F9AC5C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577A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577AD" w:rsidRPr="001F3138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1</w:t>
    </w:r>
    <w:r w:rsidR="007577A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577A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577AD" w:rsidRPr="001F3138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16</w:t>
    </w:r>
    <w:r w:rsidR="007577AD" w:rsidRPr="001F3138">
      <w:rPr>
        <w:rFonts w:ascii="Calibri" w:hAnsi="Calibri" w:cs="Calibri"/>
        <w:b/>
        <w:sz w:val="16"/>
      </w:rPr>
      <w:fldChar w:fldCharType="end"/>
    </w:r>
  </w:p>
  <w:p w14:paraId="7DDBC753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D166" w14:textId="77777777" w:rsidR="00234F49" w:rsidRDefault="00234F49">
      <w:r>
        <w:separator/>
      </w:r>
    </w:p>
    <w:p w14:paraId="48452C37" w14:textId="77777777" w:rsidR="00234F49" w:rsidRDefault="00234F49"/>
  </w:footnote>
  <w:footnote w:type="continuationSeparator" w:id="0">
    <w:p w14:paraId="399D7359" w14:textId="77777777" w:rsidR="00234F49" w:rsidRDefault="00234F49">
      <w:r>
        <w:continuationSeparator/>
      </w:r>
    </w:p>
    <w:p w14:paraId="685EDFB7" w14:textId="77777777" w:rsidR="00234F49" w:rsidRDefault="00234F49"/>
  </w:footnote>
  <w:footnote w:id="1">
    <w:p w14:paraId="418B84BE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0703269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B4AA144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9196D3E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F80BE8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91B686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B80824B" w14:textId="77777777" w:rsidR="00AD23E6" w:rsidRPr="003B6373" w:rsidRDefault="00AD23E6" w:rsidP="00AD23E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C135967" w14:textId="77777777" w:rsidR="00AD23E6" w:rsidRPr="003B6373" w:rsidRDefault="00AD23E6" w:rsidP="00AD23E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D599C75" w14:textId="77777777" w:rsidR="00AD23E6" w:rsidRPr="003B6373" w:rsidRDefault="00AD23E6" w:rsidP="00AD23E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1D41EC2" w14:textId="77777777" w:rsidR="00AD23E6" w:rsidRDefault="00AD23E6" w:rsidP="00AD23E6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1AC9B52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5CF5E07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F56F6BA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64422A6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EF2156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82C7EE9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E0DB710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F34DBE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9E5B0E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BC10C7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80772E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50CF69D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01D702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641701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ED359DA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D2AEDE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2F51AA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0CFFF7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DC48B82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828DFD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1FAD8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1518C0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076D7C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405C8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229CD0D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8AC6627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08D7DEB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C88697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8423F7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08A68A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8DE1BE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BE10DB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3D8D4B8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0654E38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97676BD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0B5F39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F4E09B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FD8B8D4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837920E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6EAF249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E5DB42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882521912">
    <w:abstractNumId w:val="80"/>
  </w:num>
  <w:num w:numId="2" w16cid:durableId="1149401034">
    <w:abstractNumId w:val="4"/>
  </w:num>
  <w:num w:numId="3" w16cid:durableId="968507627">
    <w:abstractNumId w:val="8"/>
  </w:num>
  <w:num w:numId="4" w16cid:durableId="514878623">
    <w:abstractNumId w:val="65"/>
  </w:num>
  <w:num w:numId="5" w16cid:durableId="2115055325">
    <w:abstractNumId w:val="25"/>
  </w:num>
  <w:num w:numId="6" w16cid:durableId="411972470">
    <w:abstractNumId w:val="45"/>
  </w:num>
  <w:num w:numId="7" w16cid:durableId="20433650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5311604">
    <w:abstractNumId w:val="74"/>
    <w:lvlOverride w:ilvl="0">
      <w:startOverride w:val="1"/>
    </w:lvlOverride>
  </w:num>
  <w:num w:numId="9" w16cid:durableId="1805585295">
    <w:abstractNumId w:val="66"/>
    <w:lvlOverride w:ilvl="0">
      <w:startOverride w:val="1"/>
    </w:lvlOverride>
  </w:num>
  <w:num w:numId="10" w16cid:durableId="869076919">
    <w:abstractNumId w:val="47"/>
    <w:lvlOverride w:ilvl="0">
      <w:startOverride w:val="1"/>
    </w:lvlOverride>
  </w:num>
  <w:num w:numId="11" w16cid:durableId="1584991366">
    <w:abstractNumId w:val="66"/>
  </w:num>
  <w:num w:numId="12" w16cid:durableId="836463071">
    <w:abstractNumId w:val="47"/>
  </w:num>
  <w:num w:numId="13" w16cid:durableId="15692246">
    <w:abstractNumId w:val="69"/>
  </w:num>
  <w:num w:numId="14" w16cid:durableId="1238246047">
    <w:abstractNumId w:val="35"/>
  </w:num>
  <w:num w:numId="15" w16cid:durableId="1259555368">
    <w:abstractNumId w:val="85"/>
  </w:num>
  <w:num w:numId="16" w16cid:durableId="1189836161">
    <w:abstractNumId w:val="83"/>
  </w:num>
  <w:num w:numId="17" w16cid:durableId="1909068371">
    <w:abstractNumId w:val="13"/>
  </w:num>
  <w:num w:numId="18" w16cid:durableId="750658432">
    <w:abstractNumId w:val="32"/>
  </w:num>
  <w:num w:numId="19" w16cid:durableId="1164934721">
    <w:abstractNumId w:val="6"/>
  </w:num>
  <w:num w:numId="20" w16cid:durableId="2140295780">
    <w:abstractNumId w:val="26"/>
  </w:num>
  <w:num w:numId="21" w16cid:durableId="976957474">
    <w:abstractNumId w:val="58"/>
  </w:num>
  <w:num w:numId="22" w16cid:durableId="108429089">
    <w:abstractNumId w:val="63"/>
  </w:num>
  <w:num w:numId="23" w16cid:durableId="587616298">
    <w:abstractNumId w:val="50"/>
  </w:num>
  <w:num w:numId="24" w16cid:durableId="1198784550">
    <w:abstractNumId w:val="71"/>
  </w:num>
  <w:num w:numId="25" w16cid:durableId="2106800270">
    <w:abstractNumId w:val="28"/>
  </w:num>
  <w:num w:numId="26" w16cid:durableId="922642924">
    <w:abstractNumId w:val="54"/>
  </w:num>
  <w:num w:numId="27" w16cid:durableId="1529636246">
    <w:abstractNumId w:val="53"/>
  </w:num>
  <w:num w:numId="28" w16cid:durableId="499930096">
    <w:abstractNumId w:val="49"/>
  </w:num>
  <w:num w:numId="29" w16cid:durableId="1746147319">
    <w:abstractNumId w:val="77"/>
  </w:num>
  <w:num w:numId="30" w16cid:durableId="925961833">
    <w:abstractNumId w:val="86"/>
  </w:num>
  <w:num w:numId="31" w16cid:durableId="1480196372">
    <w:abstractNumId w:val="17"/>
  </w:num>
  <w:num w:numId="32" w16cid:durableId="1507013999">
    <w:abstractNumId w:val="10"/>
  </w:num>
  <w:num w:numId="33" w16cid:durableId="149562346">
    <w:abstractNumId w:val="29"/>
  </w:num>
  <w:num w:numId="34" w16cid:durableId="1602880533">
    <w:abstractNumId w:val="61"/>
  </w:num>
  <w:num w:numId="35" w16cid:durableId="1946881050">
    <w:abstractNumId w:val="52"/>
  </w:num>
  <w:num w:numId="36" w16cid:durableId="563639809">
    <w:abstractNumId w:val="21"/>
  </w:num>
  <w:num w:numId="37" w16cid:durableId="3482106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0218001">
    <w:abstractNumId w:val="46"/>
  </w:num>
  <w:num w:numId="39" w16cid:durableId="534580251">
    <w:abstractNumId w:val="87"/>
  </w:num>
  <w:num w:numId="40" w16cid:durableId="190921205">
    <w:abstractNumId w:val="1"/>
  </w:num>
  <w:num w:numId="41" w16cid:durableId="178201295">
    <w:abstractNumId w:val="3"/>
  </w:num>
  <w:num w:numId="42" w16cid:durableId="2132170300">
    <w:abstractNumId w:val="67"/>
  </w:num>
  <w:num w:numId="43" w16cid:durableId="784155478">
    <w:abstractNumId w:val="59"/>
  </w:num>
  <w:num w:numId="44" w16cid:durableId="1133445523">
    <w:abstractNumId w:val="37"/>
  </w:num>
  <w:num w:numId="45" w16cid:durableId="2004701393">
    <w:abstractNumId w:val="42"/>
  </w:num>
  <w:num w:numId="46" w16cid:durableId="1808083716">
    <w:abstractNumId w:val="64"/>
  </w:num>
  <w:num w:numId="47" w16cid:durableId="1710765024">
    <w:abstractNumId w:val="60"/>
  </w:num>
  <w:num w:numId="48" w16cid:durableId="1245919117">
    <w:abstractNumId w:val="12"/>
  </w:num>
  <w:num w:numId="49" w16cid:durableId="949631243">
    <w:abstractNumId w:val="68"/>
  </w:num>
  <w:num w:numId="50" w16cid:durableId="1206453241">
    <w:abstractNumId w:val="78"/>
  </w:num>
  <w:num w:numId="51" w16cid:durableId="560798725">
    <w:abstractNumId w:val="19"/>
  </w:num>
  <w:num w:numId="52" w16cid:durableId="1130395945">
    <w:abstractNumId w:val="39"/>
  </w:num>
  <w:num w:numId="53" w16cid:durableId="249045601">
    <w:abstractNumId w:val="55"/>
  </w:num>
  <w:num w:numId="54" w16cid:durableId="1024403649">
    <w:abstractNumId w:val="38"/>
  </w:num>
  <w:num w:numId="55" w16cid:durableId="1270624435">
    <w:abstractNumId w:val="36"/>
  </w:num>
  <w:num w:numId="56" w16cid:durableId="1522160796">
    <w:abstractNumId w:val="15"/>
  </w:num>
  <w:num w:numId="57" w16cid:durableId="1524326399">
    <w:abstractNumId w:val="30"/>
  </w:num>
  <w:num w:numId="58" w16cid:durableId="455374214">
    <w:abstractNumId w:val="84"/>
  </w:num>
  <w:num w:numId="59" w16cid:durableId="1929801973">
    <w:abstractNumId w:val="41"/>
  </w:num>
  <w:num w:numId="60" w16cid:durableId="2091730522">
    <w:abstractNumId w:val="56"/>
  </w:num>
  <w:num w:numId="61" w16cid:durableId="458493184">
    <w:abstractNumId w:val="51"/>
  </w:num>
  <w:num w:numId="62" w16cid:durableId="2114476186">
    <w:abstractNumId w:val="33"/>
  </w:num>
  <w:num w:numId="63" w16cid:durableId="1343043436">
    <w:abstractNumId w:val="7"/>
  </w:num>
  <w:num w:numId="64" w16cid:durableId="20434325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99054387">
    <w:abstractNumId w:val="44"/>
  </w:num>
  <w:num w:numId="66" w16cid:durableId="1681082563">
    <w:abstractNumId w:val="70"/>
  </w:num>
  <w:num w:numId="67" w16cid:durableId="791241807">
    <w:abstractNumId w:val="14"/>
  </w:num>
  <w:num w:numId="68" w16cid:durableId="366686461">
    <w:abstractNumId w:val="73"/>
  </w:num>
  <w:num w:numId="69" w16cid:durableId="1248729916">
    <w:abstractNumId w:val="34"/>
  </w:num>
  <w:num w:numId="70" w16cid:durableId="1220704007">
    <w:abstractNumId w:val="27"/>
  </w:num>
  <w:num w:numId="71" w16cid:durableId="1298144154">
    <w:abstractNumId w:val="43"/>
  </w:num>
  <w:num w:numId="72" w16cid:durableId="1513103831">
    <w:abstractNumId w:val="75"/>
  </w:num>
  <w:num w:numId="73" w16cid:durableId="472867113">
    <w:abstractNumId w:val="2"/>
  </w:num>
  <w:num w:numId="74" w16cid:durableId="1663243126">
    <w:abstractNumId w:val="40"/>
  </w:num>
  <w:num w:numId="75" w16cid:durableId="1908146798">
    <w:abstractNumId w:val="11"/>
  </w:num>
  <w:num w:numId="76" w16cid:durableId="125200608">
    <w:abstractNumId w:val="5"/>
  </w:num>
  <w:num w:numId="77" w16cid:durableId="1140074239">
    <w:abstractNumId w:val="9"/>
  </w:num>
  <w:num w:numId="78" w16cid:durableId="1302224837">
    <w:abstractNumId w:val="62"/>
  </w:num>
  <w:num w:numId="79" w16cid:durableId="473791559">
    <w:abstractNumId w:val="82"/>
  </w:num>
  <w:num w:numId="80" w16cid:durableId="920259899">
    <w:abstractNumId w:val="31"/>
  </w:num>
  <w:num w:numId="81" w16cid:durableId="1758595588">
    <w:abstractNumId w:val="23"/>
  </w:num>
  <w:num w:numId="82" w16cid:durableId="724064899">
    <w:abstractNumId w:val="72"/>
  </w:num>
  <w:num w:numId="83" w16cid:durableId="459033112">
    <w:abstractNumId w:val="18"/>
  </w:num>
  <w:num w:numId="84" w16cid:durableId="964308874">
    <w:abstractNumId w:val="76"/>
  </w:num>
  <w:num w:numId="85" w16cid:durableId="1141844936">
    <w:abstractNumId w:val="20"/>
  </w:num>
  <w:num w:numId="86" w16cid:durableId="385494082">
    <w:abstractNumId w:val="54"/>
  </w:num>
  <w:num w:numId="87" w16cid:durableId="1981643974">
    <w:abstractNumId w:val="81"/>
  </w:num>
  <w:num w:numId="88" w16cid:durableId="1778912435">
    <w:abstractNumId w:val="48"/>
  </w:num>
  <w:num w:numId="89" w16cid:durableId="1601450290">
    <w:abstractNumId w:val="57"/>
  </w:num>
  <w:num w:numId="90" w16cid:durableId="2048677996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589A"/>
    <w:rsid w:val="000877D0"/>
    <w:rsid w:val="00087BCB"/>
    <w:rsid w:val="000902DD"/>
    <w:rsid w:val="000934E2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4AB7"/>
    <w:rsid w:val="00165192"/>
    <w:rsid w:val="00165FED"/>
    <w:rsid w:val="00166FE3"/>
    <w:rsid w:val="001748F9"/>
    <w:rsid w:val="00181AAA"/>
    <w:rsid w:val="00186BDC"/>
    <w:rsid w:val="0018708F"/>
    <w:rsid w:val="00190FD1"/>
    <w:rsid w:val="00191900"/>
    <w:rsid w:val="00193C51"/>
    <w:rsid w:val="001A055D"/>
    <w:rsid w:val="001A4F7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0DCF"/>
    <w:rsid w:val="0020409A"/>
    <w:rsid w:val="00205E65"/>
    <w:rsid w:val="002062A5"/>
    <w:rsid w:val="00214682"/>
    <w:rsid w:val="00214FE9"/>
    <w:rsid w:val="00215B4D"/>
    <w:rsid w:val="00217EF6"/>
    <w:rsid w:val="00222E9F"/>
    <w:rsid w:val="0022613D"/>
    <w:rsid w:val="00226516"/>
    <w:rsid w:val="00233904"/>
    <w:rsid w:val="00234F49"/>
    <w:rsid w:val="002410D0"/>
    <w:rsid w:val="00242C4A"/>
    <w:rsid w:val="00245289"/>
    <w:rsid w:val="002475C3"/>
    <w:rsid w:val="00254BFF"/>
    <w:rsid w:val="002564AD"/>
    <w:rsid w:val="00256A5C"/>
    <w:rsid w:val="00263222"/>
    <w:rsid w:val="00264259"/>
    <w:rsid w:val="00264C5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2CA4"/>
    <w:rsid w:val="002934F4"/>
    <w:rsid w:val="00293CEB"/>
    <w:rsid w:val="002947E2"/>
    <w:rsid w:val="00295384"/>
    <w:rsid w:val="00297030"/>
    <w:rsid w:val="0029735F"/>
    <w:rsid w:val="00297A55"/>
    <w:rsid w:val="002A698A"/>
    <w:rsid w:val="002B09D0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3766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795A"/>
    <w:rsid w:val="00330006"/>
    <w:rsid w:val="00333DA6"/>
    <w:rsid w:val="0033570D"/>
    <w:rsid w:val="00335DBA"/>
    <w:rsid w:val="00335E5C"/>
    <w:rsid w:val="00342EF7"/>
    <w:rsid w:val="00343C4A"/>
    <w:rsid w:val="00347AE8"/>
    <w:rsid w:val="00356973"/>
    <w:rsid w:val="00365D6A"/>
    <w:rsid w:val="00371CFA"/>
    <w:rsid w:val="00372242"/>
    <w:rsid w:val="003723A2"/>
    <w:rsid w:val="0038428A"/>
    <w:rsid w:val="0039413D"/>
    <w:rsid w:val="003A314F"/>
    <w:rsid w:val="003A468A"/>
    <w:rsid w:val="003A4FEE"/>
    <w:rsid w:val="003B71EE"/>
    <w:rsid w:val="003C0710"/>
    <w:rsid w:val="003C07EB"/>
    <w:rsid w:val="003C2D4C"/>
    <w:rsid w:val="003C5D8D"/>
    <w:rsid w:val="003D26F3"/>
    <w:rsid w:val="003D2B62"/>
    <w:rsid w:val="003E13B8"/>
    <w:rsid w:val="003E16AF"/>
    <w:rsid w:val="003E1A15"/>
    <w:rsid w:val="003E3146"/>
    <w:rsid w:val="003E5D58"/>
    <w:rsid w:val="003E666E"/>
    <w:rsid w:val="004007F2"/>
    <w:rsid w:val="004042F3"/>
    <w:rsid w:val="00411B4A"/>
    <w:rsid w:val="00413BD9"/>
    <w:rsid w:val="00413DCC"/>
    <w:rsid w:val="00415A0C"/>
    <w:rsid w:val="00420392"/>
    <w:rsid w:val="00420A6B"/>
    <w:rsid w:val="0042205E"/>
    <w:rsid w:val="004327FD"/>
    <w:rsid w:val="004408CD"/>
    <w:rsid w:val="00453560"/>
    <w:rsid w:val="00456A94"/>
    <w:rsid w:val="00465CC0"/>
    <w:rsid w:val="00473DDA"/>
    <w:rsid w:val="004762D5"/>
    <w:rsid w:val="004802E8"/>
    <w:rsid w:val="00482884"/>
    <w:rsid w:val="00483222"/>
    <w:rsid w:val="00487418"/>
    <w:rsid w:val="00490D5C"/>
    <w:rsid w:val="00493FDB"/>
    <w:rsid w:val="004B32E4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E2C23"/>
    <w:rsid w:val="004F46BC"/>
    <w:rsid w:val="004F6399"/>
    <w:rsid w:val="004F665E"/>
    <w:rsid w:val="00513076"/>
    <w:rsid w:val="00514B24"/>
    <w:rsid w:val="00521904"/>
    <w:rsid w:val="005220A0"/>
    <w:rsid w:val="00522DBF"/>
    <w:rsid w:val="00531DBE"/>
    <w:rsid w:val="005443C2"/>
    <w:rsid w:val="00545DC6"/>
    <w:rsid w:val="00552CED"/>
    <w:rsid w:val="00561C00"/>
    <w:rsid w:val="00564BAF"/>
    <w:rsid w:val="00564F79"/>
    <w:rsid w:val="005764A7"/>
    <w:rsid w:val="00576821"/>
    <w:rsid w:val="00576A4C"/>
    <w:rsid w:val="00586C7C"/>
    <w:rsid w:val="005871DA"/>
    <w:rsid w:val="00592D6D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5A1E"/>
    <w:rsid w:val="005D6D3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EC8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1611"/>
    <w:rsid w:val="006D713D"/>
    <w:rsid w:val="006E6361"/>
    <w:rsid w:val="006E6849"/>
    <w:rsid w:val="006E7712"/>
    <w:rsid w:val="006E7FF0"/>
    <w:rsid w:val="006F7FAF"/>
    <w:rsid w:val="007050C7"/>
    <w:rsid w:val="007073F2"/>
    <w:rsid w:val="00714B42"/>
    <w:rsid w:val="007176F3"/>
    <w:rsid w:val="00724771"/>
    <w:rsid w:val="00725B3E"/>
    <w:rsid w:val="0072639F"/>
    <w:rsid w:val="00726940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577AD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696B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36839"/>
    <w:rsid w:val="00842F21"/>
    <w:rsid w:val="0084513B"/>
    <w:rsid w:val="00845A4E"/>
    <w:rsid w:val="0084608F"/>
    <w:rsid w:val="00846557"/>
    <w:rsid w:val="00850734"/>
    <w:rsid w:val="0085135B"/>
    <w:rsid w:val="00852044"/>
    <w:rsid w:val="0085379D"/>
    <w:rsid w:val="00855BDE"/>
    <w:rsid w:val="0085694D"/>
    <w:rsid w:val="008576BC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C26E0"/>
    <w:rsid w:val="008D0F11"/>
    <w:rsid w:val="008D7DF6"/>
    <w:rsid w:val="008E581E"/>
    <w:rsid w:val="008F1094"/>
    <w:rsid w:val="008F3B5C"/>
    <w:rsid w:val="00900861"/>
    <w:rsid w:val="00900965"/>
    <w:rsid w:val="009021B4"/>
    <w:rsid w:val="009048FC"/>
    <w:rsid w:val="0091287E"/>
    <w:rsid w:val="00912DCE"/>
    <w:rsid w:val="00920167"/>
    <w:rsid w:val="00922B33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3704"/>
    <w:rsid w:val="00985AC6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1C8"/>
    <w:rsid w:val="009B14A3"/>
    <w:rsid w:val="009B224F"/>
    <w:rsid w:val="009B5939"/>
    <w:rsid w:val="009C048A"/>
    <w:rsid w:val="009C2B18"/>
    <w:rsid w:val="009C71B0"/>
    <w:rsid w:val="009D09CB"/>
    <w:rsid w:val="009D3781"/>
    <w:rsid w:val="009E1945"/>
    <w:rsid w:val="009E2FCB"/>
    <w:rsid w:val="009E3D42"/>
    <w:rsid w:val="009F36F9"/>
    <w:rsid w:val="00A0209E"/>
    <w:rsid w:val="00A11EB6"/>
    <w:rsid w:val="00A12F80"/>
    <w:rsid w:val="00A14D79"/>
    <w:rsid w:val="00A150A8"/>
    <w:rsid w:val="00A229D3"/>
    <w:rsid w:val="00A27CE3"/>
    <w:rsid w:val="00A31A91"/>
    <w:rsid w:val="00A34355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050"/>
    <w:rsid w:val="00AA4B7F"/>
    <w:rsid w:val="00AB2997"/>
    <w:rsid w:val="00AC123B"/>
    <w:rsid w:val="00AC3C47"/>
    <w:rsid w:val="00AC687B"/>
    <w:rsid w:val="00AD00B1"/>
    <w:rsid w:val="00AD23E6"/>
    <w:rsid w:val="00AE002E"/>
    <w:rsid w:val="00AE03DF"/>
    <w:rsid w:val="00AE43C3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2A70"/>
    <w:rsid w:val="00BA5E2A"/>
    <w:rsid w:val="00BA70B6"/>
    <w:rsid w:val="00BA7522"/>
    <w:rsid w:val="00BB52BB"/>
    <w:rsid w:val="00BD0466"/>
    <w:rsid w:val="00BD340E"/>
    <w:rsid w:val="00BD43B0"/>
    <w:rsid w:val="00BE1C90"/>
    <w:rsid w:val="00BE5CF8"/>
    <w:rsid w:val="00BE7218"/>
    <w:rsid w:val="00BE7287"/>
    <w:rsid w:val="00BF0BE9"/>
    <w:rsid w:val="00BF2FCF"/>
    <w:rsid w:val="00C0151D"/>
    <w:rsid w:val="00C02498"/>
    <w:rsid w:val="00C04FAF"/>
    <w:rsid w:val="00C058A9"/>
    <w:rsid w:val="00C10EDD"/>
    <w:rsid w:val="00C13F2B"/>
    <w:rsid w:val="00C13F54"/>
    <w:rsid w:val="00C1527C"/>
    <w:rsid w:val="00C152CC"/>
    <w:rsid w:val="00C230E5"/>
    <w:rsid w:val="00C272BF"/>
    <w:rsid w:val="00C34733"/>
    <w:rsid w:val="00C351ED"/>
    <w:rsid w:val="00C35974"/>
    <w:rsid w:val="00C36385"/>
    <w:rsid w:val="00C40AD4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87A4C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217C5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931B8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3D8F"/>
    <w:rsid w:val="00DC6A20"/>
    <w:rsid w:val="00DC7391"/>
    <w:rsid w:val="00DD30EA"/>
    <w:rsid w:val="00DD5E07"/>
    <w:rsid w:val="00DD7802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927"/>
    <w:rsid w:val="00EA3D24"/>
    <w:rsid w:val="00EA7038"/>
    <w:rsid w:val="00EB0384"/>
    <w:rsid w:val="00EC213F"/>
    <w:rsid w:val="00EC31C2"/>
    <w:rsid w:val="00ED75A7"/>
    <w:rsid w:val="00ED7AEB"/>
    <w:rsid w:val="00EE2E70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25BD"/>
    <w:rsid w:val="00F3519C"/>
    <w:rsid w:val="00F42D95"/>
    <w:rsid w:val="00F44681"/>
    <w:rsid w:val="00F52960"/>
    <w:rsid w:val="00F536C7"/>
    <w:rsid w:val="00F54C8D"/>
    <w:rsid w:val="00F6057E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0D8B0CB"/>
  <w15:docId w15:val="{03224034-20CC-41CA-9F08-0B80924B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BD43B0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AAAE5-900D-4E29-96DF-A4649FCC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24</TotalTime>
  <Pages>16</Pages>
  <Words>4076</Words>
  <Characters>27379</Characters>
  <Application>Microsoft Office Word</Application>
  <DocSecurity>0</DocSecurity>
  <Lines>228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26</cp:revision>
  <cp:lastPrinted>2014-03-03T12:09:00Z</cp:lastPrinted>
  <dcterms:created xsi:type="dcterms:W3CDTF">2021-06-07T08:57:00Z</dcterms:created>
  <dcterms:modified xsi:type="dcterms:W3CDTF">2025-11-19T11:57:00Z</dcterms:modified>
</cp:coreProperties>
</file>